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11D680" w14:textId="77777777" w:rsidR="00083216" w:rsidRDefault="00083216" w:rsidP="00E327DD">
      <w:pPr>
        <w:pStyle w:val="BodyText3"/>
        <w:widowControl/>
      </w:pPr>
    </w:p>
    <w:p w14:paraId="7B5EC8A9" w14:textId="77777777" w:rsidR="002A0249" w:rsidRDefault="005F1EBF" w:rsidP="005D1F4C">
      <w:pPr>
        <w:ind w:left="5040"/>
      </w:pPr>
      <w:r>
        <w:t xml:space="preserve">     </w:t>
      </w:r>
    </w:p>
    <w:p w14:paraId="7E44E544" w14:textId="77777777" w:rsidR="002A0249" w:rsidRDefault="002A0249" w:rsidP="005D1F4C"/>
    <w:p w14:paraId="40E2B2A8" w14:textId="1CBF793C" w:rsidR="00F42905" w:rsidRDefault="00E97B9E" w:rsidP="00F42905">
      <w:pPr>
        <w:jc w:val="both"/>
      </w:pPr>
      <w:r w:rsidRPr="00E97B9E">
        <w:t>Transpordiamet</w:t>
      </w:r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ab/>
      </w:r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ab/>
      </w:r>
      <w:r w:rsidR="006F3775">
        <w:rPr>
          <w:rFonts w:ascii="Arial" w:hAnsi="Arial" w:cs="Arial"/>
          <w:color w:val="505050"/>
          <w:sz w:val="23"/>
          <w:szCs w:val="23"/>
          <w:shd w:val="clear" w:color="auto" w:fill="FFFFFF"/>
        </w:rPr>
        <w:tab/>
      </w:r>
      <w:r w:rsidR="006F3775">
        <w:rPr>
          <w:rFonts w:ascii="Arial" w:hAnsi="Arial" w:cs="Arial"/>
          <w:color w:val="505050"/>
          <w:sz w:val="23"/>
          <w:szCs w:val="23"/>
          <w:shd w:val="clear" w:color="auto" w:fill="FFFFFF"/>
        </w:rPr>
        <w:tab/>
      </w:r>
      <w:r w:rsidR="006F3775">
        <w:rPr>
          <w:rFonts w:ascii="Arial" w:hAnsi="Arial" w:cs="Arial"/>
          <w:color w:val="505050"/>
          <w:sz w:val="23"/>
          <w:szCs w:val="23"/>
          <w:shd w:val="clear" w:color="auto" w:fill="FFFFFF"/>
        </w:rPr>
        <w:tab/>
      </w:r>
    </w:p>
    <w:p w14:paraId="36E2AA96" w14:textId="77E10F14" w:rsidR="00BF6EA7" w:rsidRDefault="00E97B9E" w:rsidP="00483BB1">
      <w:r w:rsidRPr="00E97B9E">
        <w:t>info@transpordiamet.ee</w:t>
      </w:r>
      <w:r w:rsidR="00DD7ED3">
        <w:tab/>
      </w:r>
      <w:r w:rsidR="00DD7ED3">
        <w:tab/>
      </w:r>
      <w:r w:rsidR="00DD7ED3">
        <w:tab/>
      </w:r>
      <w:r w:rsidR="00DD7ED3">
        <w:tab/>
      </w:r>
    </w:p>
    <w:p w14:paraId="3858566F" w14:textId="43BBA7F1" w:rsidR="005D1F4C" w:rsidRDefault="00FB5677" w:rsidP="00CB378D">
      <w:pPr>
        <w:ind w:left="4320" w:firstLine="720"/>
      </w:pPr>
      <w:r>
        <w:t xml:space="preserve">     </w:t>
      </w:r>
      <w:r w:rsidR="00CB378D">
        <w:t xml:space="preserve">Meie </w:t>
      </w:r>
      <w:r w:rsidR="004928DC">
        <w:t>07</w:t>
      </w:r>
      <w:r w:rsidR="002F5BA3" w:rsidRPr="002F5BA3">
        <w:t>.</w:t>
      </w:r>
      <w:r w:rsidR="004928DC">
        <w:t>10</w:t>
      </w:r>
      <w:r w:rsidR="002F5BA3" w:rsidRPr="002F5BA3">
        <w:t>.202</w:t>
      </w:r>
      <w:r w:rsidR="004928DC">
        <w:t>5</w:t>
      </w:r>
      <w:r w:rsidR="00DD7ED3" w:rsidRPr="002F5BA3">
        <w:t xml:space="preserve"> nr </w:t>
      </w:r>
      <w:r w:rsidR="00532604" w:rsidRPr="00C81957">
        <w:rPr>
          <w:rFonts w:eastAsiaTheme="minorHAnsi"/>
        </w:rPr>
        <w:t>5.4-10/</w:t>
      </w:r>
      <w:r>
        <w:rPr>
          <w:rFonts w:eastAsiaTheme="minorHAnsi"/>
        </w:rPr>
        <w:t>10649</w:t>
      </w:r>
    </w:p>
    <w:p w14:paraId="2FF8BFEF" w14:textId="77777777" w:rsidR="005D1F4C" w:rsidRDefault="005D1F4C" w:rsidP="005D1F4C">
      <w:pPr>
        <w:jc w:val="both"/>
        <w:rPr>
          <w:color w:val="00B0F0"/>
        </w:rPr>
      </w:pPr>
    </w:p>
    <w:p w14:paraId="6828AA3E" w14:textId="77777777" w:rsidR="00B564AE" w:rsidRDefault="00B564AE" w:rsidP="006D7566">
      <w:pPr>
        <w:jc w:val="both"/>
      </w:pPr>
    </w:p>
    <w:p w14:paraId="36C94EF6" w14:textId="77777777" w:rsidR="00B93A70" w:rsidRDefault="00B93A70" w:rsidP="00532604"/>
    <w:p w14:paraId="63E70C74" w14:textId="77777777" w:rsidR="00B93A70" w:rsidRDefault="004928DC" w:rsidP="00532604">
      <w:r>
        <w:t>Ühistranspordi kasutajate palve</w:t>
      </w:r>
      <w:r w:rsidR="00532604">
        <w:t xml:space="preserve"> </w:t>
      </w:r>
    </w:p>
    <w:p w14:paraId="1B58E686" w14:textId="29EA8284" w:rsidR="00532604" w:rsidRPr="00B93A70" w:rsidRDefault="00532604" w:rsidP="00532604">
      <w:pPr>
        <w:rPr>
          <w:color w:val="00B0F0"/>
        </w:rPr>
      </w:pPr>
    </w:p>
    <w:p w14:paraId="4A6E0F3E" w14:textId="77777777" w:rsidR="004928DC" w:rsidRPr="00532604" w:rsidRDefault="004928DC" w:rsidP="002F5BA3">
      <w:pPr>
        <w:jc w:val="both"/>
      </w:pPr>
    </w:p>
    <w:p w14:paraId="464148F7" w14:textId="32FC0E53" w:rsidR="00532604" w:rsidRPr="004D087D" w:rsidRDefault="00155847" w:rsidP="00532604">
      <w:pPr>
        <w:jc w:val="both"/>
      </w:pPr>
      <w:r w:rsidRPr="004D087D">
        <w:t xml:space="preserve">Narva LV poole pöördusid </w:t>
      </w:r>
      <w:r w:rsidR="00532604" w:rsidRPr="004D087D">
        <w:t>Aiandusühistute Jugla-1, Jugla-2 ja Rubiin esindajad  palvega aidata kaasa</w:t>
      </w:r>
      <w:r w:rsidRPr="004D087D">
        <w:t xml:space="preserve"> bussioote</w:t>
      </w:r>
      <w:r w:rsidR="00532604" w:rsidRPr="004D087D">
        <w:t xml:space="preserve"> paviljoni paigaldamisele </w:t>
      </w:r>
      <w:proofErr w:type="spellStart"/>
      <w:r w:rsidR="00532604" w:rsidRPr="004D087D">
        <w:t>Vodava</w:t>
      </w:r>
      <w:proofErr w:type="spellEnd"/>
      <w:r w:rsidR="00532604" w:rsidRPr="004D087D">
        <w:t xml:space="preserve"> (kood 4400885-1) bussipeatuse</w:t>
      </w:r>
      <w:r w:rsidRPr="004D087D">
        <w:t>s</w:t>
      </w:r>
      <w:r w:rsidR="00532604" w:rsidRPr="004D087D">
        <w:t>s</w:t>
      </w:r>
      <w:r w:rsidRPr="004D087D">
        <w:t>e, kuna inimestel peaks olema võimalus varjuda ebasoodsate ilmastikuolude eest.</w:t>
      </w:r>
    </w:p>
    <w:p w14:paraId="5D287972" w14:textId="77777777" w:rsidR="00532604" w:rsidRPr="004D087D" w:rsidRDefault="00532604" w:rsidP="00532604">
      <w:pPr>
        <w:jc w:val="both"/>
      </w:pPr>
    </w:p>
    <w:p w14:paraId="78F886DE" w14:textId="4884BDBD" w:rsidR="00532604" w:rsidRPr="004D087D" w:rsidRDefault="00155847" w:rsidP="00532604">
      <w:pPr>
        <w:jc w:val="both"/>
        <w:rPr>
          <w:rFonts w:ascii="Gilroy Light" w:hAnsi="Gilroy Light"/>
        </w:rPr>
      </w:pPr>
      <w:r w:rsidRPr="004D087D">
        <w:t>P</w:t>
      </w:r>
      <w:r w:rsidR="0097008E" w:rsidRPr="004D087D">
        <w:t xml:space="preserve">alume </w:t>
      </w:r>
      <w:r w:rsidR="009A41BA">
        <w:t>t</w:t>
      </w:r>
      <w:r w:rsidR="00532604" w:rsidRPr="004D087D">
        <w:t xml:space="preserve">eil kaaluda </w:t>
      </w:r>
      <w:r w:rsidRPr="004D087D">
        <w:t>oote</w:t>
      </w:r>
      <w:r w:rsidR="00B93A70" w:rsidRPr="004D087D">
        <w:t>paviljoni paigaldamis</w:t>
      </w:r>
      <w:r w:rsidRPr="004D087D">
        <w:t>e</w:t>
      </w:r>
      <w:r w:rsidR="007622D1">
        <w:t xml:space="preserve"> </w:t>
      </w:r>
      <w:r w:rsidRPr="004D087D">
        <w:t>võimalust</w:t>
      </w:r>
      <w:r w:rsidR="00B93A70" w:rsidRPr="004D087D">
        <w:t xml:space="preserve"> nimetatud kohas </w:t>
      </w:r>
      <w:r w:rsidR="00532604" w:rsidRPr="004D087D">
        <w:t xml:space="preserve">ning loodame positiivsele </w:t>
      </w:r>
      <w:r w:rsidR="002C2684" w:rsidRPr="004D087D">
        <w:t>otsusele</w:t>
      </w:r>
      <w:r w:rsidR="00532604" w:rsidRPr="004D087D">
        <w:rPr>
          <w:rFonts w:ascii="Gilroy Light" w:hAnsi="Gilroy Light"/>
        </w:rPr>
        <w:t>.</w:t>
      </w:r>
    </w:p>
    <w:p w14:paraId="4532199D" w14:textId="4D17169B" w:rsidR="002F5BA3" w:rsidRPr="004D087D" w:rsidRDefault="002F5BA3" w:rsidP="00293D93">
      <w:pPr>
        <w:ind w:right="566"/>
        <w:jc w:val="both"/>
      </w:pPr>
    </w:p>
    <w:p w14:paraId="2E0D8263" w14:textId="77777777" w:rsidR="004509CD" w:rsidRPr="004D087D" w:rsidRDefault="004509CD" w:rsidP="00293D93">
      <w:pPr>
        <w:ind w:right="566"/>
        <w:jc w:val="both"/>
      </w:pPr>
    </w:p>
    <w:p w14:paraId="1D7E801F" w14:textId="38E5F9B2" w:rsidR="00293D93" w:rsidRPr="004D087D" w:rsidRDefault="00293D93" w:rsidP="00293D93">
      <w:pPr>
        <w:pStyle w:val="BodyText3"/>
        <w:rPr>
          <w:szCs w:val="24"/>
        </w:rPr>
      </w:pPr>
      <w:r w:rsidRPr="004D087D">
        <w:rPr>
          <w:szCs w:val="24"/>
        </w:rPr>
        <w:t>Lugupidamisega</w:t>
      </w:r>
    </w:p>
    <w:p w14:paraId="69A8F342" w14:textId="77777777" w:rsidR="00293D93" w:rsidRPr="004D087D" w:rsidRDefault="00293D93" w:rsidP="00293D93">
      <w:pPr>
        <w:pStyle w:val="BodyText3"/>
        <w:rPr>
          <w:szCs w:val="24"/>
        </w:rPr>
      </w:pPr>
    </w:p>
    <w:p w14:paraId="100DF6B3" w14:textId="77777777" w:rsidR="00293D93" w:rsidRPr="004D087D" w:rsidRDefault="00293D93" w:rsidP="00293D93">
      <w:pPr>
        <w:pStyle w:val="BodyText3"/>
        <w:rPr>
          <w:szCs w:val="24"/>
        </w:rPr>
      </w:pPr>
      <w:r w:rsidRPr="004D087D">
        <w:rPr>
          <w:szCs w:val="24"/>
        </w:rPr>
        <w:t>(allkirjastatud digitaalselt)</w:t>
      </w:r>
    </w:p>
    <w:p w14:paraId="02BDF96A" w14:textId="77777777" w:rsidR="00293D93" w:rsidRPr="004D087D" w:rsidRDefault="00293D93" w:rsidP="00293D93">
      <w:pPr>
        <w:pStyle w:val="BodyText3"/>
        <w:rPr>
          <w:szCs w:val="24"/>
        </w:rPr>
      </w:pPr>
    </w:p>
    <w:p w14:paraId="0A6F6F53" w14:textId="77777777" w:rsidR="00532604" w:rsidRPr="004D087D" w:rsidRDefault="00532604" w:rsidP="00532604">
      <w:pPr>
        <w:pStyle w:val="BodyText"/>
        <w:spacing w:after="0"/>
        <w:rPr>
          <w:sz w:val="24"/>
          <w:szCs w:val="24"/>
          <w:lang w:val="et-EE"/>
        </w:rPr>
      </w:pPr>
      <w:r w:rsidRPr="004D087D">
        <w:rPr>
          <w:sz w:val="24"/>
          <w:szCs w:val="24"/>
          <w:lang w:val="et-EE"/>
        </w:rPr>
        <w:t>Natalja Šibalova</w:t>
      </w:r>
    </w:p>
    <w:p w14:paraId="700E84B6" w14:textId="77777777" w:rsidR="00532604" w:rsidRPr="004D087D" w:rsidRDefault="00532604" w:rsidP="00532604">
      <w:pPr>
        <w:pStyle w:val="BodyText"/>
        <w:spacing w:after="0"/>
        <w:rPr>
          <w:sz w:val="24"/>
          <w:szCs w:val="24"/>
          <w:lang w:val="et-EE"/>
        </w:rPr>
      </w:pPr>
      <w:r w:rsidRPr="004D087D">
        <w:rPr>
          <w:sz w:val="24"/>
          <w:szCs w:val="24"/>
          <w:lang w:val="et-EE"/>
        </w:rPr>
        <w:t>direktor</w:t>
      </w:r>
    </w:p>
    <w:p w14:paraId="1A1848B6" w14:textId="77777777" w:rsidR="009A601F" w:rsidRPr="004D087D" w:rsidRDefault="009A601F" w:rsidP="005D1F4C">
      <w:pPr>
        <w:rPr>
          <w:lang w:val="en-GB"/>
        </w:rPr>
      </w:pPr>
    </w:p>
    <w:p w14:paraId="30AA39CC" w14:textId="77777777" w:rsidR="00523192" w:rsidRPr="004D087D" w:rsidRDefault="00523192" w:rsidP="005D1F4C"/>
    <w:p w14:paraId="6057A72A" w14:textId="499E4F7F" w:rsidR="00105F2D" w:rsidRPr="004D087D" w:rsidRDefault="00105F2D" w:rsidP="005D1F4C"/>
    <w:p w14:paraId="64D2CD53" w14:textId="20D5FF6E" w:rsidR="00BF4DAC" w:rsidRPr="004D087D" w:rsidRDefault="00BF4DAC" w:rsidP="00B93A70">
      <w:r w:rsidRPr="004D087D">
        <w:t>Lisa</w:t>
      </w:r>
      <w:r w:rsidR="00532604" w:rsidRPr="004D087D">
        <w:t>d:</w:t>
      </w:r>
      <w:r w:rsidR="00B93A70" w:rsidRPr="004D087D">
        <w:t xml:space="preserve"> 1. </w:t>
      </w:r>
      <w:r w:rsidR="002C2684" w:rsidRPr="004D087D">
        <w:t xml:space="preserve">Peatuse kasutamise </w:t>
      </w:r>
      <w:r w:rsidRPr="004D087D">
        <w:t>aruanne liinide lõikes.</w:t>
      </w:r>
      <w:r w:rsidR="00532604" w:rsidRPr="004D087D">
        <w:t>pdf</w:t>
      </w:r>
    </w:p>
    <w:p w14:paraId="46795EBD" w14:textId="004DEB0F" w:rsidR="00532604" w:rsidRPr="004D087D" w:rsidRDefault="00B93A70" w:rsidP="00B93A70">
      <w:pPr>
        <w:ind w:firstLine="720"/>
        <w:rPr>
          <w:lang w:val="en-GB"/>
        </w:rPr>
      </w:pPr>
      <w:r w:rsidRPr="004D087D">
        <w:t xml:space="preserve">2. </w:t>
      </w:r>
      <w:r w:rsidR="00532604" w:rsidRPr="004D087D">
        <w:t>Taotlus LMA-le.pdf</w:t>
      </w:r>
    </w:p>
    <w:p w14:paraId="4EA5D734" w14:textId="4B3DC307" w:rsidR="00293D93" w:rsidRPr="004D087D" w:rsidRDefault="00293D93" w:rsidP="005D1F4C"/>
    <w:p w14:paraId="1B6FB4EB" w14:textId="277C58E4" w:rsidR="00293D93" w:rsidRPr="004D087D" w:rsidRDefault="00293D93" w:rsidP="005D1F4C"/>
    <w:p w14:paraId="686ADB2C" w14:textId="118923C4" w:rsidR="00293D93" w:rsidRDefault="00293D93" w:rsidP="005D1F4C"/>
    <w:p w14:paraId="552DC22F" w14:textId="577F76D0" w:rsidR="00293D93" w:rsidRDefault="00293D93" w:rsidP="005D1F4C"/>
    <w:p w14:paraId="4FFDFF6D" w14:textId="5E3CC7B8" w:rsidR="00293D93" w:rsidRDefault="00293D93" w:rsidP="005D1F4C"/>
    <w:p w14:paraId="5CC6D6DA" w14:textId="77777777" w:rsidR="00293D93" w:rsidRDefault="00293D93" w:rsidP="005D1F4C"/>
    <w:p w14:paraId="1C014903" w14:textId="77777777" w:rsidR="00293D93" w:rsidRDefault="00293D93" w:rsidP="005D1F4C"/>
    <w:p w14:paraId="0B0E0AE7" w14:textId="77777777" w:rsidR="004D087D" w:rsidRDefault="004D087D" w:rsidP="005D1F4C"/>
    <w:p w14:paraId="34C4F618" w14:textId="77777777" w:rsidR="004D087D" w:rsidRDefault="004D087D" w:rsidP="005D1F4C"/>
    <w:p w14:paraId="0321B6B6" w14:textId="77777777" w:rsidR="004D087D" w:rsidRDefault="004D087D" w:rsidP="005D1F4C"/>
    <w:p w14:paraId="3F6B1C3D" w14:textId="77777777" w:rsidR="004D087D" w:rsidRDefault="004D087D" w:rsidP="005D1F4C"/>
    <w:p w14:paraId="0B272BE1" w14:textId="77777777" w:rsidR="004D087D" w:rsidRDefault="004D087D" w:rsidP="005D1F4C"/>
    <w:p w14:paraId="1DB4CFCD" w14:textId="77777777" w:rsidR="00105F2D" w:rsidRDefault="00105F2D" w:rsidP="005D1F4C"/>
    <w:p w14:paraId="470E03A0" w14:textId="33CF3592" w:rsidR="00B87804" w:rsidRPr="004627F9" w:rsidRDefault="00B87804" w:rsidP="00B87804">
      <w:pPr>
        <w:rPr>
          <w:lang w:val="en-GB"/>
        </w:rPr>
      </w:pPr>
      <w:r w:rsidRPr="004627F9">
        <w:rPr>
          <w:lang w:val="en-GB"/>
        </w:rPr>
        <w:t xml:space="preserve">Anastassija Potapova </w:t>
      </w:r>
    </w:p>
    <w:p w14:paraId="7FADFD78" w14:textId="77777777" w:rsidR="00B87804" w:rsidRPr="004627F9" w:rsidRDefault="00B87804" w:rsidP="00B87804">
      <w:pPr>
        <w:rPr>
          <w:lang w:val="en-GB"/>
        </w:rPr>
      </w:pPr>
      <w:hyperlink r:id="rId8" w:history="1">
        <w:r w:rsidRPr="004627F9">
          <w:rPr>
            <w:rStyle w:val="Hyperlink"/>
            <w:lang w:val="en-GB"/>
          </w:rPr>
          <w:t>anastassija.potapova@narva.ee</w:t>
        </w:r>
      </w:hyperlink>
      <w:r w:rsidRPr="004627F9">
        <w:rPr>
          <w:lang w:val="en-GB"/>
        </w:rPr>
        <w:t xml:space="preserve"> </w:t>
      </w:r>
    </w:p>
    <w:p w14:paraId="2CFBBDF1" w14:textId="692B8EB1" w:rsidR="009A601F" w:rsidRPr="00B87804" w:rsidRDefault="009A601F" w:rsidP="00B87804">
      <w:pPr>
        <w:rPr>
          <w:lang w:val="en-GB"/>
        </w:rPr>
      </w:pPr>
    </w:p>
    <w:sectPr w:rsidR="009A601F" w:rsidRPr="00B87804" w:rsidSect="00B564AE">
      <w:headerReference w:type="first" r:id="rId9"/>
      <w:footerReference w:type="first" r:id="rId10"/>
      <w:pgSz w:w="11907" w:h="16839" w:code="9"/>
      <w:pgMar w:top="680" w:right="851" w:bottom="680" w:left="1701" w:header="709" w:footer="58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DFA051" w14:textId="77777777" w:rsidR="00FA5C8C" w:rsidRDefault="00FA5C8C">
      <w:r>
        <w:separator/>
      </w:r>
    </w:p>
  </w:endnote>
  <w:endnote w:type="continuationSeparator" w:id="0">
    <w:p w14:paraId="474241CE" w14:textId="77777777" w:rsidR="00FA5C8C" w:rsidRDefault="00FA5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Gilroy Light">
    <w:altName w:val="Cambria"/>
    <w:charset w:val="00"/>
    <w:family w:val="roman"/>
    <w:pitch w:val="default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EE5C9" w14:textId="77777777" w:rsidR="00AA6260" w:rsidRPr="003C1D3E" w:rsidRDefault="00AA6260" w:rsidP="00AA6260">
    <w:pPr>
      <w:ind w:right="-851"/>
      <w:rPr>
        <w:rFonts w:ascii="Calibri" w:hAnsi="Calibri"/>
        <w:sz w:val="22"/>
        <w:szCs w:val="22"/>
        <w:lang w:val="en-US"/>
      </w:rPr>
    </w:pPr>
    <w:r>
      <w:rPr>
        <w:rFonts w:ascii="Calibri" w:hAnsi="Calibri"/>
        <w:noProof/>
        <w:sz w:val="22"/>
        <w:szCs w:val="22"/>
        <w:lang w:eastAsia="et-EE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144174C2" wp14:editId="2E28F292">
              <wp:simplePos x="0" y="0"/>
              <wp:positionH relativeFrom="column">
                <wp:posOffset>-42545</wp:posOffset>
              </wp:positionH>
              <wp:positionV relativeFrom="paragraph">
                <wp:posOffset>-67945</wp:posOffset>
              </wp:positionV>
              <wp:extent cx="5934075" cy="635"/>
              <wp:effectExtent l="0" t="0" r="9525" b="37465"/>
              <wp:wrapNone/>
              <wp:docPr id="5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34075" cy="635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363E1B5" id="Line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35pt,-5.35pt" to="463.9pt,-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" o:allowincell="f" strokeweight="1pt">
              <v:stroke startarrowwidth="narrow" startarrowlength="short" endarrowwidth="narrow" endarrowlength="short"/>
            </v:line>
          </w:pict>
        </mc:Fallback>
      </mc:AlternateContent>
    </w:r>
    <w:r w:rsidRPr="003C1D3E">
      <w:rPr>
        <w:rFonts w:ascii="Calibri" w:hAnsi="Calibri"/>
        <w:sz w:val="22"/>
        <w:szCs w:val="22"/>
        <w:lang w:val="en-US"/>
      </w:rPr>
      <w:t>Peetri plats  3</w:t>
    </w:r>
    <w:r w:rsidRPr="003C1D3E">
      <w:rPr>
        <w:rFonts w:ascii="Calibri" w:hAnsi="Calibri"/>
        <w:sz w:val="22"/>
        <w:szCs w:val="22"/>
        <w:lang w:val="en-US"/>
      </w:rPr>
      <w:tab/>
    </w:r>
    <w:r w:rsidRPr="003C1D3E">
      <w:rPr>
        <w:rFonts w:ascii="Calibri" w:hAnsi="Calibri"/>
        <w:sz w:val="22"/>
        <w:szCs w:val="22"/>
        <w:lang w:val="en-US"/>
      </w:rPr>
      <w:tab/>
    </w:r>
    <w:r w:rsidRPr="003C1D3E">
      <w:rPr>
        <w:rFonts w:ascii="Calibri" w:hAnsi="Calibri"/>
        <w:sz w:val="22"/>
        <w:szCs w:val="22"/>
        <w:lang w:val="en-US"/>
      </w:rPr>
      <w:tab/>
    </w:r>
    <w:proofErr w:type="spellStart"/>
    <w:r w:rsidRPr="003C1D3E">
      <w:rPr>
        <w:rFonts w:ascii="Calibri" w:hAnsi="Calibri"/>
        <w:sz w:val="22"/>
        <w:szCs w:val="22"/>
        <w:lang w:val="en-US"/>
      </w:rPr>
      <w:t>tel</w:t>
    </w:r>
    <w:proofErr w:type="spellEnd"/>
    <w:r w:rsidRPr="003C1D3E">
      <w:rPr>
        <w:rFonts w:ascii="Calibri" w:hAnsi="Calibri"/>
        <w:sz w:val="22"/>
        <w:szCs w:val="22"/>
        <w:lang w:val="en-US"/>
      </w:rPr>
      <w:t xml:space="preserve"> 35 99 155</w:t>
    </w:r>
    <w:r w:rsidRPr="003C1D3E">
      <w:rPr>
        <w:rFonts w:ascii="Calibri" w:hAnsi="Calibri"/>
        <w:sz w:val="22"/>
        <w:szCs w:val="22"/>
        <w:lang w:val="en-US"/>
      </w:rPr>
      <w:tab/>
    </w:r>
    <w:r w:rsidRPr="003C1D3E">
      <w:rPr>
        <w:rFonts w:ascii="Calibri" w:hAnsi="Calibri"/>
        <w:sz w:val="22"/>
        <w:szCs w:val="22"/>
        <w:lang w:val="en-US"/>
      </w:rPr>
      <w:tab/>
    </w:r>
    <w:r w:rsidRPr="003C1D3E">
      <w:rPr>
        <w:rFonts w:ascii="Calibri" w:hAnsi="Calibri"/>
        <w:sz w:val="22"/>
        <w:szCs w:val="22"/>
        <w:lang w:val="en-US"/>
      </w:rPr>
      <w:tab/>
    </w:r>
    <w:r w:rsidRPr="003C1D3E">
      <w:rPr>
        <w:rFonts w:ascii="Calibri" w:hAnsi="Calibri"/>
        <w:sz w:val="22"/>
        <w:szCs w:val="22"/>
        <w:lang w:val="en-US"/>
      </w:rPr>
      <w:tab/>
      <w:t>a/a EE101010220258554220</w:t>
    </w:r>
  </w:p>
  <w:p w14:paraId="7FA21DDE" w14:textId="77777777" w:rsidR="00AA6260" w:rsidRPr="003C1D3E" w:rsidRDefault="00AA6260" w:rsidP="00AA6260">
    <w:pPr>
      <w:rPr>
        <w:rFonts w:ascii="Calibri" w:hAnsi="Calibri"/>
        <w:sz w:val="22"/>
        <w:szCs w:val="22"/>
        <w:lang w:val="fi-FI"/>
      </w:rPr>
    </w:pPr>
    <w:r w:rsidRPr="003C1D3E">
      <w:rPr>
        <w:rFonts w:ascii="Calibri" w:hAnsi="Calibri"/>
        <w:sz w:val="22"/>
        <w:szCs w:val="22"/>
        <w:lang w:val="fi-FI"/>
      </w:rPr>
      <w:t>20308 Narva</w:t>
    </w:r>
    <w:r w:rsidRPr="003C1D3E">
      <w:rPr>
        <w:rFonts w:ascii="Calibri" w:hAnsi="Calibri"/>
        <w:sz w:val="22"/>
        <w:szCs w:val="22"/>
        <w:lang w:val="fi-FI"/>
      </w:rPr>
      <w:tab/>
    </w:r>
    <w:r w:rsidRPr="003C1D3E">
      <w:rPr>
        <w:rFonts w:ascii="Calibri" w:hAnsi="Calibri"/>
        <w:sz w:val="22"/>
        <w:szCs w:val="22"/>
        <w:lang w:val="fi-FI"/>
      </w:rPr>
      <w:tab/>
    </w:r>
    <w:r w:rsidRPr="003C1D3E">
      <w:rPr>
        <w:rFonts w:ascii="Calibri" w:hAnsi="Calibri"/>
        <w:sz w:val="22"/>
        <w:szCs w:val="22"/>
        <w:lang w:val="fi-FI"/>
      </w:rPr>
      <w:tab/>
      <w:t>e-</w:t>
    </w:r>
    <w:proofErr w:type="spellStart"/>
    <w:r>
      <w:rPr>
        <w:rFonts w:ascii="Calibri" w:hAnsi="Calibri"/>
        <w:sz w:val="22"/>
        <w:szCs w:val="22"/>
        <w:lang w:val="fi-FI"/>
      </w:rPr>
      <w:t>post</w:t>
    </w:r>
    <w:proofErr w:type="spellEnd"/>
    <w:r>
      <w:rPr>
        <w:rFonts w:ascii="Calibri" w:hAnsi="Calibri"/>
        <w:sz w:val="22"/>
        <w:szCs w:val="22"/>
        <w:lang w:val="fi-FI"/>
      </w:rPr>
      <w:t xml:space="preserve"> </w:t>
    </w:r>
    <w:r w:rsidRPr="00245D28">
      <w:rPr>
        <w:rFonts w:ascii="Calibri" w:hAnsi="Calibri"/>
        <w:sz w:val="22"/>
        <w:szCs w:val="22"/>
        <w:lang w:val="fi-FI"/>
      </w:rPr>
      <w:t xml:space="preserve"> </w:t>
    </w:r>
    <w:hyperlink r:id="rId1" w:history="1">
      <w:r w:rsidRPr="00245D28">
        <w:rPr>
          <w:rStyle w:val="Hyperlink"/>
          <w:rFonts w:ascii="Calibri" w:hAnsi="Calibri"/>
          <w:color w:val="auto"/>
          <w:sz w:val="22"/>
          <w:szCs w:val="22"/>
          <w:lang w:val="fi-FI"/>
        </w:rPr>
        <w:t>linnamajandus@narva.ee</w:t>
      </w:r>
    </w:hyperlink>
    <w:r w:rsidRPr="003C1D3E">
      <w:rPr>
        <w:rFonts w:ascii="Calibri" w:hAnsi="Calibri"/>
        <w:sz w:val="22"/>
        <w:szCs w:val="22"/>
        <w:lang w:val="fi-FI"/>
      </w:rPr>
      <w:tab/>
      <w:t xml:space="preserve">SEB </w:t>
    </w:r>
    <w:proofErr w:type="spellStart"/>
    <w:r w:rsidRPr="003C1D3E">
      <w:rPr>
        <w:rFonts w:ascii="Calibri" w:hAnsi="Calibri"/>
        <w:sz w:val="22"/>
        <w:szCs w:val="22"/>
        <w:lang w:val="fi-FI"/>
      </w:rPr>
      <w:t>pank</w:t>
    </w:r>
    <w:proofErr w:type="spellEnd"/>
  </w:p>
  <w:p w14:paraId="0960C34A" w14:textId="77777777" w:rsidR="00AA6260" w:rsidRPr="00AA6260" w:rsidRDefault="00AA6260" w:rsidP="00AA6260">
    <w:pPr>
      <w:rPr>
        <w:rFonts w:ascii="Calibri" w:hAnsi="Calibri"/>
        <w:sz w:val="22"/>
        <w:szCs w:val="22"/>
        <w:lang w:val="en-US"/>
      </w:rPr>
    </w:pPr>
    <w:r w:rsidRPr="003C1D3E">
      <w:rPr>
        <w:rFonts w:ascii="Calibri" w:hAnsi="Calibri"/>
        <w:sz w:val="22"/>
        <w:szCs w:val="22"/>
        <w:lang w:val="en-US"/>
      </w:rPr>
      <w:t>reg nr 75039729</w:t>
    </w:r>
    <w:r w:rsidRPr="003C1D3E">
      <w:rPr>
        <w:rFonts w:ascii="Calibri" w:hAnsi="Calibri"/>
        <w:sz w:val="22"/>
        <w:szCs w:val="22"/>
        <w:lang w:val="en-US"/>
      </w:rPr>
      <w:tab/>
    </w:r>
    <w:r w:rsidRPr="003C1D3E">
      <w:rPr>
        <w:rFonts w:ascii="Calibri" w:hAnsi="Calibri"/>
        <w:sz w:val="22"/>
        <w:szCs w:val="22"/>
        <w:lang w:val="en-US"/>
      </w:rPr>
      <w:tab/>
      <w:t>www.narva.ee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5ACAD1" w14:textId="77777777" w:rsidR="00FA5C8C" w:rsidRDefault="00FA5C8C">
      <w:r>
        <w:separator/>
      </w:r>
    </w:p>
  </w:footnote>
  <w:footnote w:type="continuationSeparator" w:id="0">
    <w:p w14:paraId="14AFE72E" w14:textId="77777777" w:rsidR="00FA5C8C" w:rsidRDefault="00FA5C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0BDC67" w14:textId="77777777" w:rsidR="00AA6260" w:rsidRPr="0011537C" w:rsidRDefault="00AA6260" w:rsidP="00AA6260">
    <w:pPr>
      <w:pStyle w:val="Header"/>
      <w:jc w:val="center"/>
      <w:rPr>
        <w:b/>
        <w:sz w:val="32"/>
        <w:szCs w:val="32"/>
        <w:lang w:val="fi-FI"/>
      </w:rPr>
    </w:pPr>
    <w:r>
      <w:rPr>
        <w:b/>
        <w:noProof/>
        <w:sz w:val="32"/>
        <w:szCs w:val="32"/>
        <w:lang w:val="et-EE" w:eastAsia="et-EE"/>
      </w:rPr>
      <w:drawing>
        <wp:anchor distT="0" distB="0" distL="114300" distR="114300" simplePos="0" relativeHeight="251660288" behindDoc="1" locked="0" layoutInCell="1" allowOverlap="1" wp14:anchorId="1416380D" wp14:editId="3371150D">
          <wp:simplePos x="0" y="0"/>
          <wp:positionH relativeFrom="column">
            <wp:posOffset>4781550</wp:posOffset>
          </wp:positionH>
          <wp:positionV relativeFrom="paragraph">
            <wp:posOffset>-106680</wp:posOffset>
          </wp:positionV>
          <wp:extent cx="571500" cy="685800"/>
          <wp:effectExtent l="0" t="0" r="0" b="0"/>
          <wp:wrapNone/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1537C">
      <w:rPr>
        <w:b/>
        <w:sz w:val="32"/>
        <w:szCs w:val="32"/>
        <w:lang w:val="fi-FI"/>
      </w:rPr>
      <w:t>NARVA LINNAVALITSUSE</w:t>
    </w:r>
  </w:p>
  <w:p w14:paraId="0E130ED2" w14:textId="77777777" w:rsidR="00AA6260" w:rsidRPr="00E327DD" w:rsidRDefault="00AA6260" w:rsidP="00AA6260">
    <w:pPr>
      <w:pStyle w:val="Header"/>
      <w:jc w:val="center"/>
      <w:rPr>
        <w:b/>
        <w:sz w:val="40"/>
        <w:szCs w:val="40"/>
        <w:lang w:val="fi-FI"/>
      </w:rPr>
    </w:pPr>
    <w:r w:rsidRPr="00E327DD">
      <w:rPr>
        <w:b/>
        <w:sz w:val="40"/>
        <w:szCs w:val="40"/>
        <w:lang w:val="fi-FI"/>
      </w:rPr>
      <w:t>LINNAMAJANDUSAMET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900244"/>
    <w:multiLevelType w:val="multilevel"/>
    <w:tmpl w:val="2DD82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D875E50"/>
    <w:multiLevelType w:val="hybridMultilevel"/>
    <w:tmpl w:val="FB5A4E5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523841">
    <w:abstractNumId w:val="0"/>
  </w:num>
  <w:num w:numId="2" w16cid:durableId="15984460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0249"/>
    <w:rsid w:val="0000715C"/>
    <w:rsid w:val="00051024"/>
    <w:rsid w:val="00060CB2"/>
    <w:rsid w:val="0006308C"/>
    <w:rsid w:val="000669C4"/>
    <w:rsid w:val="00073615"/>
    <w:rsid w:val="00074196"/>
    <w:rsid w:val="00083216"/>
    <w:rsid w:val="0009142F"/>
    <w:rsid w:val="000B2CC6"/>
    <w:rsid w:val="000B4444"/>
    <w:rsid w:val="000C3738"/>
    <w:rsid w:val="000C4071"/>
    <w:rsid w:val="000C6DB4"/>
    <w:rsid w:val="000D7ACC"/>
    <w:rsid w:val="00105F2D"/>
    <w:rsid w:val="00106F53"/>
    <w:rsid w:val="00111BEA"/>
    <w:rsid w:val="0011307E"/>
    <w:rsid w:val="0011537C"/>
    <w:rsid w:val="0011697B"/>
    <w:rsid w:val="00144C10"/>
    <w:rsid w:val="00155847"/>
    <w:rsid w:val="00161CD5"/>
    <w:rsid w:val="00171274"/>
    <w:rsid w:val="001813A9"/>
    <w:rsid w:val="001910AA"/>
    <w:rsid w:val="001A0FA9"/>
    <w:rsid w:val="001C4F35"/>
    <w:rsid w:val="001F5406"/>
    <w:rsid w:val="00205A94"/>
    <w:rsid w:val="00207F35"/>
    <w:rsid w:val="00236E26"/>
    <w:rsid w:val="00244CAE"/>
    <w:rsid w:val="00245D28"/>
    <w:rsid w:val="002722A7"/>
    <w:rsid w:val="00280D3E"/>
    <w:rsid w:val="00293D93"/>
    <w:rsid w:val="002A0249"/>
    <w:rsid w:val="002C2684"/>
    <w:rsid w:val="002C6E77"/>
    <w:rsid w:val="002D2919"/>
    <w:rsid w:val="002F5BA3"/>
    <w:rsid w:val="002F7158"/>
    <w:rsid w:val="00304E1A"/>
    <w:rsid w:val="003127BC"/>
    <w:rsid w:val="003164C2"/>
    <w:rsid w:val="003168E9"/>
    <w:rsid w:val="003176DD"/>
    <w:rsid w:val="00322CE4"/>
    <w:rsid w:val="00323B60"/>
    <w:rsid w:val="00327C55"/>
    <w:rsid w:val="003559AD"/>
    <w:rsid w:val="0036407F"/>
    <w:rsid w:val="0038499A"/>
    <w:rsid w:val="003965DF"/>
    <w:rsid w:val="003976A3"/>
    <w:rsid w:val="003C1D3E"/>
    <w:rsid w:val="003C28E7"/>
    <w:rsid w:val="003C5428"/>
    <w:rsid w:val="003D4EA2"/>
    <w:rsid w:val="003D7746"/>
    <w:rsid w:val="003E090D"/>
    <w:rsid w:val="003E4F33"/>
    <w:rsid w:val="003E685C"/>
    <w:rsid w:val="003E7DC4"/>
    <w:rsid w:val="003F64D6"/>
    <w:rsid w:val="00401911"/>
    <w:rsid w:val="004126A8"/>
    <w:rsid w:val="0041274B"/>
    <w:rsid w:val="004250BF"/>
    <w:rsid w:val="00430B35"/>
    <w:rsid w:val="00431B4A"/>
    <w:rsid w:val="00432461"/>
    <w:rsid w:val="00434311"/>
    <w:rsid w:val="00434E37"/>
    <w:rsid w:val="00446E79"/>
    <w:rsid w:val="004509CD"/>
    <w:rsid w:val="00460820"/>
    <w:rsid w:val="004677F2"/>
    <w:rsid w:val="00474332"/>
    <w:rsid w:val="00477BC6"/>
    <w:rsid w:val="00480487"/>
    <w:rsid w:val="00480DB5"/>
    <w:rsid w:val="00483BB1"/>
    <w:rsid w:val="00484295"/>
    <w:rsid w:val="004928DC"/>
    <w:rsid w:val="004A4835"/>
    <w:rsid w:val="004B1BE9"/>
    <w:rsid w:val="004B7131"/>
    <w:rsid w:val="004C43D3"/>
    <w:rsid w:val="004D087D"/>
    <w:rsid w:val="004D55BD"/>
    <w:rsid w:val="004E0620"/>
    <w:rsid w:val="004F3830"/>
    <w:rsid w:val="00514527"/>
    <w:rsid w:val="00521E36"/>
    <w:rsid w:val="00523192"/>
    <w:rsid w:val="0052764D"/>
    <w:rsid w:val="00532604"/>
    <w:rsid w:val="00542F5A"/>
    <w:rsid w:val="005468A1"/>
    <w:rsid w:val="00557A6B"/>
    <w:rsid w:val="00563556"/>
    <w:rsid w:val="00572EA9"/>
    <w:rsid w:val="005820C4"/>
    <w:rsid w:val="00584870"/>
    <w:rsid w:val="005966BE"/>
    <w:rsid w:val="005A3FA6"/>
    <w:rsid w:val="005B521F"/>
    <w:rsid w:val="005B71B7"/>
    <w:rsid w:val="005C68B8"/>
    <w:rsid w:val="005C714D"/>
    <w:rsid w:val="005D1F4C"/>
    <w:rsid w:val="005F1EBF"/>
    <w:rsid w:val="006027E1"/>
    <w:rsid w:val="00613E61"/>
    <w:rsid w:val="006219D6"/>
    <w:rsid w:val="00630AED"/>
    <w:rsid w:val="00640488"/>
    <w:rsid w:val="00644B4E"/>
    <w:rsid w:val="006530B8"/>
    <w:rsid w:val="0066313F"/>
    <w:rsid w:val="006725DD"/>
    <w:rsid w:val="00680004"/>
    <w:rsid w:val="00685FE2"/>
    <w:rsid w:val="006A6879"/>
    <w:rsid w:val="006B0C20"/>
    <w:rsid w:val="006B2865"/>
    <w:rsid w:val="006B58EE"/>
    <w:rsid w:val="006B75BF"/>
    <w:rsid w:val="006C08FC"/>
    <w:rsid w:val="006D7566"/>
    <w:rsid w:val="006F3775"/>
    <w:rsid w:val="006F56A9"/>
    <w:rsid w:val="0071418B"/>
    <w:rsid w:val="00715CED"/>
    <w:rsid w:val="0072014C"/>
    <w:rsid w:val="00723780"/>
    <w:rsid w:val="0072407B"/>
    <w:rsid w:val="0072581F"/>
    <w:rsid w:val="0072772F"/>
    <w:rsid w:val="00742B87"/>
    <w:rsid w:val="007442D9"/>
    <w:rsid w:val="007622D1"/>
    <w:rsid w:val="00772107"/>
    <w:rsid w:val="007951C8"/>
    <w:rsid w:val="007F1B61"/>
    <w:rsid w:val="008075F0"/>
    <w:rsid w:val="00810C1B"/>
    <w:rsid w:val="0082062D"/>
    <w:rsid w:val="008303DA"/>
    <w:rsid w:val="00846CAE"/>
    <w:rsid w:val="0085148E"/>
    <w:rsid w:val="0085452F"/>
    <w:rsid w:val="008759C7"/>
    <w:rsid w:val="008C10AF"/>
    <w:rsid w:val="008C4E23"/>
    <w:rsid w:val="008E37FD"/>
    <w:rsid w:val="008E3EB3"/>
    <w:rsid w:val="008F129C"/>
    <w:rsid w:val="00921135"/>
    <w:rsid w:val="0093017C"/>
    <w:rsid w:val="00943A28"/>
    <w:rsid w:val="00951B73"/>
    <w:rsid w:val="0097008E"/>
    <w:rsid w:val="009A41BA"/>
    <w:rsid w:val="009A4B93"/>
    <w:rsid w:val="009A601F"/>
    <w:rsid w:val="009C0467"/>
    <w:rsid w:val="009C10D2"/>
    <w:rsid w:val="00A22B47"/>
    <w:rsid w:val="00A26257"/>
    <w:rsid w:val="00A32663"/>
    <w:rsid w:val="00A47436"/>
    <w:rsid w:val="00A55387"/>
    <w:rsid w:val="00A5576F"/>
    <w:rsid w:val="00A55B1E"/>
    <w:rsid w:val="00A64218"/>
    <w:rsid w:val="00A66515"/>
    <w:rsid w:val="00A762F1"/>
    <w:rsid w:val="00A81D6A"/>
    <w:rsid w:val="00A81EA7"/>
    <w:rsid w:val="00A92218"/>
    <w:rsid w:val="00A936E9"/>
    <w:rsid w:val="00AA4934"/>
    <w:rsid w:val="00AA585B"/>
    <w:rsid w:val="00AA6260"/>
    <w:rsid w:val="00AC0173"/>
    <w:rsid w:val="00AD584C"/>
    <w:rsid w:val="00AF672D"/>
    <w:rsid w:val="00B0679E"/>
    <w:rsid w:val="00B076A3"/>
    <w:rsid w:val="00B2499C"/>
    <w:rsid w:val="00B30B9E"/>
    <w:rsid w:val="00B563F8"/>
    <w:rsid w:val="00B564AE"/>
    <w:rsid w:val="00B64867"/>
    <w:rsid w:val="00B674FD"/>
    <w:rsid w:val="00B712CF"/>
    <w:rsid w:val="00B87804"/>
    <w:rsid w:val="00B925F3"/>
    <w:rsid w:val="00B93A70"/>
    <w:rsid w:val="00B95938"/>
    <w:rsid w:val="00BA19BC"/>
    <w:rsid w:val="00BB07DD"/>
    <w:rsid w:val="00BF1A88"/>
    <w:rsid w:val="00BF4DAC"/>
    <w:rsid w:val="00BF6EA7"/>
    <w:rsid w:val="00C00C54"/>
    <w:rsid w:val="00C106D0"/>
    <w:rsid w:val="00C12152"/>
    <w:rsid w:val="00C1300E"/>
    <w:rsid w:val="00C14045"/>
    <w:rsid w:val="00C23CA1"/>
    <w:rsid w:val="00C50F01"/>
    <w:rsid w:val="00C5713A"/>
    <w:rsid w:val="00C741D5"/>
    <w:rsid w:val="00C74A2E"/>
    <w:rsid w:val="00C877BE"/>
    <w:rsid w:val="00C90CD8"/>
    <w:rsid w:val="00C95B1E"/>
    <w:rsid w:val="00CA05AF"/>
    <w:rsid w:val="00CA4AD5"/>
    <w:rsid w:val="00CB378D"/>
    <w:rsid w:val="00CC5C26"/>
    <w:rsid w:val="00CC5F39"/>
    <w:rsid w:val="00CD20AF"/>
    <w:rsid w:val="00D149F9"/>
    <w:rsid w:val="00D26EE7"/>
    <w:rsid w:val="00D3235B"/>
    <w:rsid w:val="00D35D04"/>
    <w:rsid w:val="00D367BC"/>
    <w:rsid w:val="00D418C3"/>
    <w:rsid w:val="00D45BCD"/>
    <w:rsid w:val="00D74DBA"/>
    <w:rsid w:val="00D932C1"/>
    <w:rsid w:val="00DA2188"/>
    <w:rsid w:val="00DA283F"/>
    <w:rsid w:val="00DA584D"/>
    <w:rsid w:val="00DB0E93"/>
    <w:rsid w:val="00DB1AC2"/>
    <w:rsid w:val="00DC0093"/>
    <w:rsid w:val="00DD7ED3"/>
    <w:rsid w:val="00E022CD"/>
    <w:rsid w:val="00E27F27"/>
    <w:rsid w:val="00E327DD"/>
    <w:rsid w:val="00E40046"/>
    <w:rsid w:val="00E44799"/>
    <w:rsid w:val="00E5665B"/>
    <w:rsid w:val="00E60A1C"/>
    <w:rsid w:val="00E637F8"/>
    <w:rsid w:val="00E74A24"/>
    <w:rsid w:val="00E97B9E"/>
    <w:rsid w:val="00EA65FB"/>
    <w:rsid w:val="00EB5223"/>
    <w:rsid w:val="00EB5586"/>
    <w:rsid w:val="00ED097F"/>
    <w:rsid w:val="00ED147F"/>
    <w:rsid w:val="00EE47B5"/>
    <w:rsid w:val="00EF18A8"/>
    <w:rsid w:val="00EF5F28"/>
    <w:rsid w:val="00F02AEB"/>
    <w:rsid w:val="00F131A7"/>
    <w:rsid w:val="00F131B5"/>
    <w:rsid w:val="00F13790"/>
    <w:rsid w:val="00F25C41"/>
    <w:rsid w:val="00F42905"/>
    <w:rsid w:val="00F44AE5"/>
    <w:rsid w:val="00F476C3"/>
    <w:rsid w:val="00F73AF1"/>
    <w:rsid w:val="00F73B73"/>
    <w:rsid w:val="00F91D80"/>
    <w:rsid w:val="00F92499"/>
    <w:rsid w:val="00F95CC8"/>
    <w:rsid w:val="00F96611"/>
    <w:rsid w:val="00F96AF1"/>
    <w:rsid w:val="00FA5C8C"/>
    <w:rsid w:val="00FB05BA"/>
    <w:rsid w:val="00FB49BD"/>
    <w:rsid w:val="00FB5677"/>
    <w:rsid w:val="00FC2BE6"/>
    <w:rsid w:val="00FC79BD"/>
    <w:rsid w:val="00FE4B1E"/>
    <w:rsid w:val="00FE4CCF"/>
    <w:rsid w:val="00FF7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35AF2E1"/>
  <w15:docId w15:val="{2EBCB202-C8EF-4968-AB8D-5CE924F9D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A0249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083216"/>
    <w:pPr>
      <w:keepNext/>
      <w:widowControl w:val="0"/>
      <w:overflowPunct w:val="0"/>
      <w:autoSpaceDE w:val="0"/>
      <w:autoSpaceDN w:val="0"/>
      <w:adjustRightInd w:val="0"/>
      <w:textAlignment w:val="baseline"/>
      <w:outlineLvl w:val="0"/>
    </w:pPr>
    <w:rPr>
      <w:szCs w:val="20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widowControl w:val="0"/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ru-RU"/>
    </w:rPr>
  </w:style>
  <w:style w:type="paragraph" w:styleId="Footer">
    <w:name w:val="footer"/>
    <w:basedOn w:val="Normal"/>
    <w:pPr>
      <w:widowControl w:val="0"/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ru-RU"/>
    </w:rPr>
  </w:style>
  <w:style w:type="paragraph" w:styleId="BodyText3">
    <w:name w:val="Body Text 3"/>
    <w:basedOn w:val="Normal"/>
    <w:rsid w:val="000832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styleId="Hyperlink">
    <w:name w:val="Hyperlink"/>
    <w:unhideWhenUsed/>
    <w:rsid w:val="00E327DD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5C68B8"/>
    <w:rPr>
      <w:b/>
      <w:bCs/>
    </w:rPr>
  </w:style>
  <w:style w:type="paragraph" w:customStyle="1" w:styleId="Default">
    <w:name w:val="Default"/>
    <w:rsid w:val="00FF732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1">
    <w:name w:val="Неразрешенное упоминание1"/>
    <w:basedOn w:val="DefaultParagraphFont"/>
    <w:uiPriority w:val="99"/>
    <w:semiHidden/>
    <w:unhideWhenUsed/>
    <w:rsid w:val="00685FE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semiHidden/>
    <w:unhideWhenUsed/>
    <w:rsid w:val="00532604"/>
    <w:pPr>
      <w:widowControl w:val="0"/>
      <w:overflowPunct w:val="0"/>
      <w:autoSpaceDE w:val="0"/>
      <w:autoSpaceDN w:val="0"/>
      <w:adjustRightInd w:val="0"/>
      <w:spacing w:after="120"/>
      <w:textAlignment w:val="baseline"/>
    </w:pPr>
    <w:rPr>
      <w:sz w:val="20"/>
      <w:szCs w:val="20"/>
      <w:lang w:val="ru-RU"/>
    </w:rPr>
  </w:style>
  <w:style w:type="character" w:customStyle="1" w:styleId="BodyTextChar">
    <w:name w:val="Body Text Char"/>
    <w:basedOn w:val="DefaultParagraphFont"/>
    <w:link w:val="BodyText"/>
    <w:semiHidden/>
    <w:rsid w:val="00532604"/>
    <w:rPr>
      <w:lang w:val="ru-RU" w:eastAsia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32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et-E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32604"/>
    <w:rPr>
      <w:rFonts w:ascii="Courier New" w:hAnsi="Courier New" w:cs="Courier New"/>
    </w:rPr>
  </w:style>
  <w:style w:type="paragraph" w:styleId="ListParagraph">
    <w:name w:val="List Paragraph"/>
    <w:basedOn w:val="Normal"/>
    <w:uiPriority w:val="34"/>
    <w:qFormat/>
    <w:rsid w:val="00B93A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4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8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8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599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astassija.potapova@narva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linnamajandus@narva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EKSA~1\AppData\Local\Temp\LMA_KIRJAPLANK_UU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5DCA2-E6E2-4C1C-A72C-FB5D36BCE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LMA_KIRJAPLANK_UUS</Template>
  <TotalTime>4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Narva Linnavalitsus</Company>
  <LinksUpToDate>false</LinksUpToDate>
  <CharactersWithSpaces>767</CharactersWithSpaces>
  <SharedDoc>false</SharedDoc>
  <HLinks>
    <vt:vector size="6" baseType="variant">
      <vt:variant>
        <vt:i4>917544</vt:i4>
      </vt:variant>
      <vt:variant>
        <vt:i4>0</vt:i4>
      </vt:variant>
      <vt:variant>
        <vt:i4>0</vt:i4>
      </vt:variant>
      <vt:variant>
        <vt:i4>5</vt:i4>
      </vt:variant>
      <vt:variant>
        <vt:lpwstr>mailto:linnamajandus@narva.ee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</dc:creator>
  <cp:lastModifiedBy>Darja Orehhova</cp:lastModifiedBy>
  <cp:revision>4</cp:revision>
  <cp:lastPrinted>2024-09-26T12:00:00Z</cp:lastPrinted>
  <dcterms:created xsi:type="dcterms:W3CDTF">2025-10-06T14:03:00Z</dcterms:created>
  <dcterms:modified xsi:type="dcterms:W3CDTF">2025-10-07T05:54:00Z</dcterms:modified>
</cp:coreProperties>
</file>